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1AD681" w14:textId="70EC1215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4F69F7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  <w:bookmarkStart w:id="0" w:name="_GoBack"/>
      <w:bookmarkEnd w:id="0"/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4205F7B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69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69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66E9A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6798BD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38F6B1E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F69F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F69F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5CE67CA" w14:textId="77777777" w:rsidR="004F69F7" w:rsidRDefault="004F69F7" w:rsidP="004F69F7">
          <w:pPr>
            <w:pStyle w:val="Zpat"/>
          </w:pPr>
          <w:r>
            <w:t>Oblastní ředitelství Ústí nad Labem</w:t>
          </w:r>
        </w:p>
        <w:p w14:paraId="0A70B2FD" w14:textId="77777777" w:rsidR="004F69F7" w:rsidRDefault="004F69F7" w:rsidP="004F69F7">
          <w:pPr>
            <w:pStyle w:val="Zpat"/>
          </w:pPr>
          <w:r>
            <w:t>Železničářská 1386/31</w:t>
          </w:r>
        </w:p>
        <w:p w14:paraId="1D361DC0" w14:textId="208F381A" w:rsidR="00F1715C" w:rsidRDefault="004F69F7" w:rsidP="004F69F7">
          <w:pPr>
            <w:pStyle w:val="Zpat"/>
          </w:pPr>
          <w:r>
            <w:t>400 03 Ústí nad Labem</w:t>
          </w: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3C751D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D49BC7F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4F69F7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A0560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D361D84"/>
  <w14:defaultImageDpi w14:val="32767"/>
  <w15:docId w15:val="{81335362-2D53-4170-BAA3-0873232C1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1C52D0-DCF6-4FE5-81A6-4091F2E24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Křehlíková Lucie, Bc.</cp:lastModifiedBy>
  <cp:revision>8</cp:revision>
  <cp:lastPrinted>2020-07-15T06:29:00Z</cp:lastPrinted>
  <dcterms:created xsi:type="dcterms:W3CDTF">2020-11-18T18:18:00Z</dcterms:created>
  <dcterms:modified xsi:type="dcterms:W3CDTF">2021-10-11T11:49:00Z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